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2ED620C7" w:rsidR="003B23AC" w:rsidRPr="0034629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4629D">
        <w:rPr>
          <w:sz w:val="22"/>
          <w:szCs w:val="22"/>
        </w:rPr>
        <w:t>Key Principle</w:t>
      </w:r>
      <w:r w:rsidR="00BB080B" w:rsidRPr="0034629D">
        <w:rPr>
          <w:sz w:val="22"/>
          <w:szCs w:val="22"/>
        </w:rPr>
        <w:t xml:space="preserve"> 1.</w:t>
      </w:r>
      <w:r w:rsidR="00EE207C">
        <w:rPr>
          <w:sz w:val="22"/>
          <w:szCs w:val="22"/>
        </w:rPr>
        <w:t>6</w:t>
      </w:r>
      <w:r w:rsidR="00630CEA" w:rsidRPr="0034629D">
        <w:rPr>
          <w:sz w:val="22"/>
          <w:szCs w:val="22"/>
        </w:rPr>
        <w:t xml:space="preserve"> –</w:t>
      </w:r>
      <w:r w:rsidR="00EE207C">
        <w:rPr>
          <w:sz w:val="22"/>
          <w:szCs w:val="22"/>
        </w:rPr>
        <w:t xml:space="preserve"> Ancillary Service Imbalance Settlement with RT</w:t>
      </w:r>
      <w:r w:rsidR="007238F7">
        <w:rPr>
          <w:sz w:val="22"/>
          <w:szCs w:val="22"/>
        </w:rPr>
        <w:t>C</w:t>
      </w:r>
    </w:p>
    <w:p w14:paraId="1F2553B9" w14:textId="29E5BA61" w:rsidR="00EA793B" w:rsidRPr="0034629D" w:rsidRDefault="00EE207C" w:rsidP="00E573DD">
      <w:pPr>
        <w:rPr>
          <w:bCs/>
          <w:sz w:val="22"/>
          <w:szCs w:val="22"/>
        </w:rPr>
      </w:pPr>
      <w:r w:rsidRPr="00EE207C">
        <w:rPr>
          <w:sz w:val="22"/>
          <w:szCs w:val="22"/>
        </w:rPr>
        <w:t>The current AS imbalance settlement processes for ORDC will be replaced with a new process in RTC</w:t>
      </w:r>
      <w:r w:rsidR="004D3B65" w:rsidRPr="004D3B65">
        <w:rPr>
          <w:sz w:val="22"/>
          <w:szCs w:val="22"/>
        </w:rPr>
        <w:t>.</w:t>
      </w:r>
    </w:p>
    <w:bookmarkEnd w:id="0"/>
    <w:bookmarkEnd w:id="1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049B0785" w14:textId="22967BB1" w:rsidR="003613E5" w:rsidRDefault="00EE207C" w:rsidP="00EE207C">
      <w:pPr>
        <w:pStyle w:val="ListParagraph"/>
        <w:ind w:left="1440" w:hanging="900"/>
        <w:rPr>
          <w:sz w:val="22"/>
          <w:szCs w:val="22"/>
        </w:rPr>
      </w:pPr>
      <w:r>
        <w:rPr>
          <w:sz w:val="22"/>
          <w:szCs w:val="22"/>
        </w:rPr>
        <w:t>1.6.1.</w:t>
      </w:r>
      <w:r>
        <w:rPr>
          <w:sz w:val="22"/>
          <w:szCs w:val="22"/>
        </w:rPr>
        <w:tab/>
      </w:r>
      <w:r w:rsidRPr="00EE207C">
        <w:rPr>
          <w:sz w:val="22"/>
          <w:szCs w:val="22"/>
        </w:rPr>
        <w:t>This process will not create new sources of uplift or make-whole f</w:t>
      </w:r>
      <w:r>
        <w:rPr>
          <w:sz w:val="22"/>
          <w:szCs w:val="22"/>
        </w:rPr>
        <w:t>or Load Serving Entities (LSEs)</w:t>
      </w:r>
      <w:r w:rsidR="003A4060" w:rsidRPr="003A4060">
        <w:rPr>
          <w:sz w:val="22"/>
          <w:szCs w:val="22"/>
        </w:rPr>
        <w:t xml:space="preserve">. </w:t>
      </w:r>
    </w:p>
    <w:p w14:paraId="73558BD0" w14:textId="1A4D3E58" w:rsidR="00EE207C" w:rsidRDefault="00EE207C" w:rsidP="00EE207C">
      <w:pPr>
        <w:ind w:left="540"/>
      </w:pPr>
      <w:r>
        <w:t>1.6.2</w:t>
      </w:r>
      <w:r>
        <w:tab/>
      </w:r>
      <w:r w:rsidRPr="00EE207C">
        <w:t>There will be a separate AS imbalance calculation for each AS product.</w:t>
      </w:r>
    </w:p>
    <w:p w14:paraId="41E571D8" w14:textId="5F29ECFC" w:rsidR="00EE207C" w:rsidRDefault="00EE207C" w:rsidP="00EE207C">
      <w:pPr>
        <w:ind w:left="1440" w:hanging="900"/>
      </w:pPr>
      <w:r>
        <w:t>1.6.3</w:t>
      </w:r>
      <w:r>
        <w:tab/>
      </w:r>
      <w:r w:rsidRPr="00EE207C">
        <w:t>Non-zero net AS imbalance amounts will be charged or paid to QSEs on a Load Ratio Share (LRS) basis.  If the DAM award plus self-arrangement MW amounts are exactly balanced with the RTM award MW amounts, there will be no LRS-based charges or payment (i.e., AS imbalance charges and payments will be exchanges between AS suppliers).</w:t>
      </w:r>
    </w:p>
    <w:p w14:paraId="7C68E519" w14:textId="321FB2CE" w:rsidR="00EE207C" w:rsidRDefault="00EE207C" w:rsidP="00EE207C">
      <w:pPr>
        <w:ind w:left="1440" w:hanging="900"/>
      </w:pPr>
      <w:r>
        <w:t xml:space="preserve">1.6.4 </w:t>
      </w:r>
      <w:r>
        <w:tab/>
      </w:r>
      <w:r w:rsidRPr="00EE207C">
        <w:t>The basis for the approach to the new AS imbalance calculation is the current process for energy imbalance payments and charges.</w:t>
      </w:r>
    </w:p>
    <w:p w14:paraId="7791DEDD" w14:textId="33131980" w:rsidR="00EE207C" w:rsidRPr="00EE207C" w:rsidRDefault="00EE207C" w:rsidP="00EE207C">
      <w:pPr>
        <w:ind w:left="1440" w:hanging="900"/>
      </w:pPr>
      <w:r w:rsidRPr="00EE207C">
        <w:t>1.6.5.</w:t>
      </w:r>
      <w:r w:rsidRPr="00EE207C">
        <w:tab/>
        <w:t>The RTM obligation for a QSE is equal to the RTM LRS multiplied by sum of all RTM awards (i.e., there is no portfolio self-arrangement for the RTM).</w:t>
      </w:r>
    </w:p>
    <w:p w14:paraId="753B0171" w14:textId="77777777" w:rsidR="00EE207C" w:rsidRDefault="00EE207C" w:rsidP="00EE207C">
      <w:pPr>
        <w:ind w:left="1980"/>
        <w:rPr>
          <w:rStyle w:val="Emphasis"/>
          <w:sz w:val="22"/>
          <w:szCs w:val="22"/>
        </w:rPr>
      </w:pPr>
    </w:p>
    <w:p w14:paraId="658407AB" w14:textId="77777777" w:rsidR="00EE207C" w:rsidRDefault="00EE207C" w:rsidP="003A4060">
      <w:pPr>
        <w:ind w:left="540"/>
        <w:rPr>
          <w:rStyle w:val="Emphasis"/>
          <w:sz w:val="22"/>
          <w:szCs w:val="22"/>
        </w:rPr>
      </w:pPr>
    </w:p>
    <w:p w14:paraId="56364CC6" w14:textId="77777777" w:rsidR="003A25CD" w:rsidRPr="0034629D" w:rsidRDefault="003A25CD" w:rsidP="003A4060">
      <w:pPr>
        <w:ind w:left="54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</w:p>
    <w:p w14:paraId="62F08B65" w14:textId="045D25A3" w:rsidR="0034629D" w:rsidRPr="003A4060" w:rsidRDefault="003A4060" w:rsidP="003A4060">
      <w:pPr>
        <w:ind w:left="540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>None currently identified</w:t>
      </w:r>
      <w:bookmarkStart w:id="2" w:name="_GoBack"/>
      <w:bookmarkEnd w:id="2"/>
    </w:p>
    <w:p w14:paraId="588F2B56" w14:textId="4BD311DD" w:rsidR="00E573DD" w:rsidRPr="0034629D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8DCFC8C" w14:textId="345F0813" w:rsidR="00EE207C" w:rsidRPr="00EE207C" w:rsidRDefault="00EE207C" w:rsidP="00664840">
      <w:pPr>
        <w:pStyle w:val="cutline"/>
        <w:jc w:val="left"/>
        <w:rPr>
          <w:sz w:val="22"/>
          <w:szCs w:val="22"/>
        </w:rPr>
      </w:pPr>
      <w:r>
        <w:rPr>
          <w:sz w:val="22"/>
          <w:szCs w:val="22"/>
        </w:rPr>
        <w:t>The following sections of the Protocols will be edited to reflect the new Ancillary Service Imbalance with RTC:</w:t>
      </w:r>
    </w:p>
    <w:p w14:paraId="5691E12F" w14:textId="20D14427" w:rsidR="004A1E24" w:rsidRPr="004A1E24" w:rsidRDefault="00EE207C" w:rsidP="00664840">
      <w:pPr>
        <w:pStyle w:val="cutline"/>
        <w:jc w:val="left"/>
        <w:rPr>
          <w:sz w:val="24"/>
        </w:rPr>
      </w:pPr>
      <w:r>
        <w:rPr>
          <w:i/>
          <w:sz w:val="22"/>
          <w:szCs w:val="22"/>
        </w:rPr>
        <w:t xml:space="preserve">6.7 </w:t>
      </w:r>
      <w:r w:rsidRPr="00EE207C">
        <w:rPr>
          <w:i/>
          <w:sz w:val="22"/>
          <w:szCs w:val="22"/>
        </w:rPr>
        <w:t>Real-Time Settlement Calculations for the Ancillary Services</w:t>
      </w: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4549B" w14:textId="77777777" w:rsidR="00EF5BC2" w:rsidRDefault="00EF5BC2">
      <w:r>
        <w:separator/>
      </w:r>
    </w:p>
  </w:endnote>
  <w:endnote w:type="continuationSeparator" w:id="0">
    <w:p w14:paraId="1E74C4AD" w14:textId="77777777" w:rsidR="00EF5BC2" w:rsidRDefault="00EF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22DF6" w14:textId="77777777" w:rsidR="00EF5BC2" w:rsidRDefault="00EF5BC2">
      <w:r>
        <w:separator/>
      </w:r>
    </w:p>
  </w:footnote>
  <w:footnote w:type="continuationSeparator" w:id="0">
    <w:p w14:paraId="4FBC2119" w14:textId="77777777" w:rsidR="00EF5BC2" w:rsidRDefault="00EF5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5A1070C0"/>
    <w:multiLevelType w:val="multilevel"/>
    <w:tmpl w:val="040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26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8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7"/>
  </w:num>
  <w:num w:numId="28">
    <w:abstractNumId w:val="15"/>
  </w:num>
  <w:num w:numId="29">
    <w:abstractNumId w:val="2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A4060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3B65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8F7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7F6730"/>
    <w:rsid w:val="0080273A"/>
    <w:rsid w:val="00802847"/>
    <w:rsid w:val="00804F0C"/>
    <w:rsid w:val="0080518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51CD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69DB"/>
    <w:rsid w:val="00ED7F1C"/>
    <w:rsid w:val="00EE059E"/>
    <w:rsid w:val="00EE12C6"/>
    <w:rsid w:val="00EE207C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C748C-FCAC-48CC-82F0-CD19C70D87E9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c34af464-7aa1-4edd-9be4-83dffc1cb92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AE9D77-656C-429E-A617-0C420A60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3</TotalTime>
  <Pages>1</Pages>
  <Words>237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1505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ercot_ps</cp:lastModifiedBy>
  <cp:revision>5</cp:revision>
  <cp:lastPrinted>2016-01-26T23:30:00Z</cp:lastPrinted>
  <dcterms:created xsi:type="dcterms:W3CDTF">2019-05-14T18:24:00Z</dcterms:created>
  <dcterms:modified xsi:type="dcterms:W3CDTF">2019-05-15T15:03:00Z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